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2A4986E5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71672F">
        <w:rPr>
          <w:lang w:eastAsia="cs-CZ"/>
        </w:rPr>
        <w:t>50857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1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1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03867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</w:t>
      </w:r>
      <w:r w:rsidR="0071672F">
        <w:rPr>
          <w:rFonts w:eastAsia="Times New Roman" w:cs="Times New Roman"/>
          <w:b/>
          <w:lang w:eastAsia="cs-CZ"/>
        </w:rPr>
        <w:t>9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71672F">
        <w:rPr>
          <w:rFonts w:eastAsia="Times New Roman" w:cs="Times New Roman"/>
          <w:lang w:eastAsia="cs-CZ"/>
        </w:rPr>
        <w:t>50857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F886C" w14:textId="77777777" w:rsidR="00AC4CDE" w:rsidRDefault="00AC4CDE" w:rsidP="00962258">
      <w:pPr>
        <w:spacing w:after="0" w:line="240" w:lineRule="auto"/>
      </w:pPr>
      <w:r>
        <w:separator/>
      </w:r>
    </w:p>
  </w:endnote>
  <w:endnote w:type="continuationSeparator" w:id="0">
    <w:p w14:paraId="497DD059" w14:textId="77777777" w:rsidR="00AC4CDE" w:rsidRDefault="00AC4C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3F022" w14:textId="77777777" w:rsidR="00AC4CDE" w:rsidRDefault="00AC4CDE" w:rsidP="00962258">
      <w:pPr>
        <w:spacing w:after="0" w:line="240" w:lineRule="auto"/>
      </w:pPr>
      <w:r>
        <w:separator/>
      </w:r>
    </w:p>
  </w:footnote>
  <w:footnote w:type="continuationSeparator" w:id="0">
    <w:p w14:paraId="606D0600" w14:textId="77777777" w:rsidR="00AC4CDE" w:rsidRDefault="00AC4C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74184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26877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C4CDE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6D514-9D7C-4BD4-AD4B-094460523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26</cp:revision>
  <cp:lastPrinted>2024-08-06T11:55:00Z</cp:lastPrinted>
  <dcterms:created xsi:type="dcterms:W3CDTF">2023-03-24T15:26:00Z</dcterms:created>
  <dcterms:modified xsi:type="dcterms:W3CDTF">2024-08-06T11:55:00Z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